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67A6" w:rsidRDefault="007C407F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jc w:val="center"/>
        <w:rPr>
          <w:rFonts w:ascii="游明朝体 ミディアム" w:eastAsia="游明朝体 ミディアム" w:hAnsi="游明朝体 ミディアム" w:cs="游明朝体 ミディアム" w:hint="default"/>
          <w:spacing w:val="11"/>
          <w:sz w:val="20"/>
          <w:szCs w:val="20"/>
        </w:rPr>
      </w:pPr>
      <w:r>
        <w:rPr>
          <w:rFonts w:eastAsia="游明朝体 ミディアム"/>
          <w:spacing w:val="15"/>
          <w:sz w:val="36"/>
          <w:szCs w:val="36"/>
        </w:rPr>
        <w:t>奨学金申請調書</w:t>
      </w:r>
      <w:r w:rsidR="00C27FC0">
        <w:rPr>
          <w:rFonts w:ascii="ＭＳ 明朝" w:eastAsia="ＭＳ 明朝" w:hAnsi="ＭＳ 明朝" w:cs="ＭＳ 明朝"/>
          <w:spacing w:val="15"/>
          <w:sz w:val="36"/>
          <w:szCs w:val="36"/>
        </w:rPr>
        <w:t>Ⅱ</w:t>
      </w:r>
    </w:p>
    <w:p w:rsidR="003567A6" w:rsidRPr="00143377" w:rsidRDefault="006419BF" w:rsidP="001369F2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wordWrap w:val="0"/>
        <w:jc w:val="right"/>
        <w:rPr>
          <w:rFonts w:ascii="游明朝体 ミディアム" w:eastAsiaTheme="minorEastAsia" w:hAnsi="游明朝体 ミディアム" w:cs="游明朝体 ミディアム"/>
          <w:spacing w:val="12"/>
          <w:sz w:val="21"/>
          <w:szCs w:val="21"/>
          <w:u w:val="single" w:color="000000"/>
        </w:rPr>
      </w:pPr>
      <w:r>
        <w:rPr>
          <w:rFonts w:ascii="游明朝体 ミディアム" w:hAnsi="游明朝体 ミディアム"/>
          <w:spacing w:val="12"/>
          <w:sz w:val="21"/>
          <w:szCs w:val="21"/>
          <w:u w:val="single" w:color="000000"/>
          <w:lang w:val="en-US"/>
        </w:rPr>
        <w:t>2021</w:t>
      </w:r>
      <w:r w:rsidR="00143377">
        <w:rPr>
          <w:rFonts w:eastAsia="游明朝体 ミディアム"/>
          <w:sz w:val="21"/>
          <w:szCs w:val="21"/>
          <w:u w:val="single" w:color="000000"/>
        </w:rPr>
        <w:t>年度の所属：</w:t>
      </w:r>
      <w:r w:rsidR="00143377">
        <w:rPr>
          <w:rFonts w:asciiTheme="minorEastAsia" w:eastAsiaTheme="minorEastAsia" w:hAnsiTheme="minorEastAsia"/>
          <w:sz w:val="21"/>
          <w:szCs w:val="21"/>
          <w:u w:val="single" w:color="000000"/>
        </w:rPr>
        <w:t xml:space="preserve">　</w:t>
      </w:r>
      <w:r w:rsidR="00143377" w:rsidRPr="00143377">
        <w:rPr>
          <w:rFonts w:ascii="游明朝体 ミディアム" w:eastAsiaTheme="minorEastAsia" w:hAnsi="游明朝体 ミディアム" w:hint="default"/>
          <w:sz w:val="21"/>
          <w:szCs w:val="21"/>
          <w:u w:val="single" w:color="000000"/>
        </w:rPr>
        <w:t>J</w:t>
      </w:r>
      <w:r w:rsidR="00143377" w:rsidRPr="00143377">
        <w:rPr>
          <w:rFonts w:ascii="游明朝体 ミディアム" w:eastAsiaTheme="minorEastAsia" w:hAnsi="游明朝体 ミディアム" w:hint="default"/>
          <w:sz w:val="21"/>
          <w:szCs w:val="21"/>
          <w:u w:val="single" w:color="000000"/>
        </w:rPr>
        <w:t>・</w:t>
      </w:r>
      <w:r w:rsidR="00143377" w:rsidRPr="00143377">
        <w:rPr>
          <w:rFonts w:ascii="游明朝体 ミディアム" w:eastAsiaTheme="minorEastAsia" w:hAnsi="游明朝体 ミディアム" w:hint="default"/>
          <w:sz w:val="21"/>
          <w:szCs w:val="21"/>
          <w:u w:val="single" w:color="000000"/>
        </w:rPr>
        <w:t>I</w:t>
      </w:r>
      <w:r w:rsidR="00143377" w:rsidRPr="00143377">
        <w:rPr>
          <w:rFonts w:ascii="游明朝体 ミディアム" w:eastAsiaTheme="minorEastAsia" w:hAnsi="游明朝体 ミディアム" w:hint="default"/>
          <w:sz w:val="21"/>
          <w:szCs w:val="21"/>
          <w:u w:val="single" w:color="000000"/>
        </w:rPr>
        <w:t>・</w:t>
      </w:r>
      <w:r w:rsidR="00143377" w:rsidRPr="00143377">
        <w:rPr>
          <w:rFonts w:ascii="游明朝体 ミディアム" w:eastAsiaTheme="minorEastAsia" w:hAnsi="游明朝体 ミディアム" w:hint="default"/>
          <w:sz w:val="21"/>
          <w:szCs w:val="21"/>
          <w:u w:val="single" w:color="000000"/>
        </w:rPr>
        <w:t>M</w:t>
      </w:r>
      <w:r w:rsidR="00143377" w:rsidRPr="00143377">
        <w:rPr>
          <w:rFonts w:ascii="游明朝体 ミディアム" w:eastAsiaTheme="minorEastAsia" w:hAnsi="游明朝体 ミディアム" w:hint="default"/>
          <w:sz w:val="21"/>
          <w:szCs w:val="21"/>
          <w:u w:val="single" w:color="000000"/>
        </w:rPr>
        <w:t>・</w:t>
      </w:r>
      <w:r w:rsidR="00143377" w:rsidRPr="00143377">
        <w:rPr>
          <w:rFonts w:ascii="游明朝体 ミディアム" w:eastAsiaTheme="minorEastAsia" w:hAnsi="游明朝体 ミディアム" w:hint="default"/>
          <w:sz w:val="21"/>
          <w:szCs w:val="21"/>
          <w:u w:val="single" w:color="000000"/>
        </w:rPr>
        <w:t>S</w:t>
      </w:r>
      <w:r w:rsidR="00143377" w:rsidRPr="00143377">
        <w:rPr>
          <w:rFonts w:ascii="游明朝体 ミディアム" w:eastAsiaTheme="minorEastAsia" w:hAnsi="游明朝体 ミディアム" w:hint="default"/>
          <w:sz w:val="21"/>
          <w:szCs w:val="21"/>
          <w:u w:val="single" w:color="000000"/>
        </w:rPr>
        <w:t>・</w:t>
      </w:r>
      <w:r w:rsidR="00143377" w:rsidRPr="00143377">
        <w:rPr>
          <w:rFonts w:ascii="游明朝体 ミディアム" w:eastAsiaTheme="minorEastAsia" w:hAnsi="游明朝体 ミディアム" w:hint="default"/>
          <w:sz w:val="21"/>
          <w:szCs w:val="21"/>
          <w:u w:val="single" w:color="000000"/>
        </w:rPr>
        <w:t>SUS</w:t>
      </w:r>
    </w:p>
    <w:p w:rsidR="006419BF" w:rsidRDefault="007C407F" w:rsidP="006419BF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jc w:val="right"/>
        <w:rPr>
          <w:rFonts w:ascii="游明朝体 ミディアム" w:eastAsiaTheme="minorEastAsia" w:hAnsi="游明朝体 ミディアム" w:cs="游明朝体 ミディアム"/>
          <w:sz w:val="21"/>
          <w:szCs w:val="21"/>
          <w:u w:val="single" w:color="000000"/>
        </w:rPr>
      </w:pPr>
      <w:r>
        <w:rPr>
          <w:rFonts w:eastAsia="游明朝体 ミディアム"/>
          <w:sz w:val="21"/>
          <w:szCs w:val="21"/>
          <w:u w:val="single" w:color="000000"/>
        </w:rPr>
        <w:t>氏　名</w:t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 w:rsidR="00D318B4">
        <w:rPr>
          <w:rFonts w:ascii="游明朝体 ミディアム" w:eastAsia="游明朝体 ミディアム" w:hAnsi="游明朝体 ミディアム" w:cs="游明朝体 ミディアム" w:hint="default"/>
          <w:sz w:val="21"/>
          <w:szCs w:val="21"/>
          <w:u w:val="single" w:color="000000"/>
          <w:lang w:val="en-US"/>
        </w:rPr>
        <w:t xml:space="preserve"> </w:t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</w:p>
    <w:p w:rsidR="006419BF" w:rsidRPr="006419BF" w:rsidRDefault="006419BF" w:rsidP="006419BF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856"/>
        <w:rPr>
          <w:rFonts w:ascii="游明朝体 ミディアム" w:eastAsiaTheme="minorEastAsia" w:hAnsi="游明朝体 ミディアム" w:cs="游明朝体 ミディアム"/>
          <w:sz w:val="21"/>
          <w:szCs w:val="21"/>
          <w:u w:val="single" w:color="000000"/>
        </w:rPr>
      </w:pPr>
    </w:p>
    <w:tbl>
      <w:tblPr>
        <w:tblStyle w:val="ac"/>
        <w:tblW w:w="0" w:type="auto"/>
        <w:tblInd w:w="5" w:type="dxa"/>
        <w:tblLook w:val="04A0" w:firstRow="1" w:lastRow="0" w:firstColumn="1" w:lastColumn="0" w:noHBand="0" w:noVBand="1"/>
      </w:tblPr>
      <w:tblGrid>
        <w:gridCol w:w="1129"/>
        <w:gridCol w:w="1134"/>
        <w:gridCol w:w="4253"/>
        <w:gridCol w:w="920"/>
        <w:gridCol w:w="1631"/>
      </w:tblGrid>
      <w:tr w:rsidR="00632E0E" w:rsidTr="00632E0E">
        <w:trPr>
          <w:trHeight w:val="454"/>
        </w:trPr>
        <w:tc>
          <w:tcPr>
            <w:tcW w:w="9067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632E0E" w:rsidRPr="004A16EC" w:rsidRDefault="00796ED0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both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4"/>
                <w:szCs w:val="21"/>
              </w:rPr>
              <w:t>１．</w:t>
            </w:r>
            <w:r w:rsidR="00632E0E" w:rsidRPr="004A16EC">
              <w:rPr>
                <w:rFonts w:asciiTheme="minorEastAsia" w:eastAsiaTheme="minorEastAsia" w:hAnsiTheme="minorEastAsia" w:cs="游明朝体 ミディアム"/>
                <w:sz w:val="24"/>
                <w:szCs w:val="21"/>
              </w:rPr>
              <w:t>学歴</w:t>
            </w:r>
            <w:r w:rsidR="00632E0E">
              <w:rPr>
                <w:rFonts w:asciiTheme="minorEastAsia" w:eastAsiaTheme="minorEastAsia" w:hAnsiTheme="minorEastAsia" w:cs="游明朝体 ミディアム"/>
                <w:sz w:val="24"/>
                <w:szCs w:val="21"/>
              </w:rPr>
              <w:t>・職歴（アルバイトを除く）</w:t>
            </w:r>
          </w:p>
        </w:tc>
      </w:tr>
      <w:tr w:rsidR="00632E0E" w:rsidTr="00632E0E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632E0E" w:rsidRPr="004060E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高　校</w:t>
            </w: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学校名</w:t>
            </w:r>
          </w:p>
        </w:tc>
        <w:tc>
          <w:tcPr>
            <w:tcW w:w="6804" w:type="dxa"/>
            <w:gridSpan w:val="3"/>
            <w:vAlign w:val="center"/>
          </w:tcPr>
          <w:p w:rsidR="00632E0E" w:rsidRPr="004060E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在籍期間</w:t>
            </w:r>
          </w:p>
        </w:tc>
        <w:tc>
          <w:tcPr>
            <w:tcW w:w="4253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632E0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日本語</w:t>
            </w:r>
          </w:p>
          <w:p w:rsidR="00632E0E" w:rsidRPr="004060E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学校等</w:t>
            </w: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学校名</w:t>
            </w:r>
          </w:p>
        </w:tc>
        <w:tc>
          <w:tcPr>
            <w:tcW w:w="6804" w:type="dxa"/>
            <w:gridSpan w:val="3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在籍期間</w:t>
            </w:r>
          </w:p>
        </w:tc>
        <w:tc>
          <w:tcPr>
            <w:tcW w:w="4253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632E0E" w:rsidRPr="004060E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大学学部</w:t>
            </w: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学校名</w:t>
            </w:r>
          </w:p>
        </w:tc>
        <w:tc>
          <w:tcPr>
            <w:tcW w:w="6804" w:type="dxa"/>
            <w:gridSpan w:val="3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在籍期間</w:t>
            </w:r>
          </w:p>
        </w:tc>
        <w:tc>
          <w:tcPr>
            <w:tcW w:w="4253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632E0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Theme="minorEastAsia" w:eastAsiaTheme="minorEastAsia" w:hAnsiTheme="minorEastAsia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大学院</w:t>
            </w:r>
          </w:p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博士前期</w:t>
            </w: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学校名</w:t>
            </w:r>
          </w:p>
        </w:tc>
        <w:tc>
          <w:tcPr>
            <w:tcW w:w="6804" w:type="dxa"/>
            <w:gridSpan w:val="3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在籍期間</w:t>
            </w:r>
          </w:p>
        </w:tc>
        <w:tc>
          <w:tcPr>
            <w:tcW w:w="4253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632E0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Theme="minorEastAsia" w:eastAsiaTheme="minorEastAsia" w:hAnsiTheme="minorEastAsia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大学院</w:t>
            </w:r>
          </w:p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博士後期</w:t>
            </w: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学校名</w:t>
            </w:r>
          </w:p>
        </w:tc>
        <w:tc>
          <w:tcPr>
            <w:tcW w:w="6804" w:type="dxa"/>
            <w:gridSpan w:val="3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center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2E0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Theme="minorEastAsia" w:eastAsiaTheme="minorEastAsia" w:hAnsiTheme="minorEastAsia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在籍期間</w:t>
            </w:r>
          </w:p>
        </w:tc>
        <w:tc>
          <w:tcPr>
            <w:tcW w:w="4253" w:type="dxa"/>
            <w:vAlign w:val="center"/>
          </w:tcPr>
          <w:p w:rsidR="00632E0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Theme="minorEastAsia" w:eastAsiaTheme="minorEastAsia" w:hAnsiTheme="minorEastAsia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632E0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Theme="minorEastAsia" w:eastAsiaTheme="minorEastAsia" w:hAnsiTheme="minorEastAsia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 w:val="restart"/>
            <w:tcBorders>
              <w:left w:val="single" w:sz="4" w:space="0" w:color="auto"/>
            </w:tcBorders>
            <w:vAlign w:val="center"/>
          </w:tcPr>
          <w:p w:rsidR="00632E0E" w:rsidRPr="004060EE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center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</w:pPr>
            <w:r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  <w:lang w:val="en-US"/>
              </w:rPr>
              <w:t>職　歴</w:t>
            </w: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勤務先名</w:t>
            </w:r>
          </w:p>
        </w:tc>
        <w:tc>
          <w:tcPr>
            <w:tcW w:w="6804" w:type="dxa"/>
            <w:gridSpan w:val="3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  <w:tr w:rsidR="00632E0E" w:rsidTr="00632E0E">
        <w:trPr>
          <w:trHeight w:val="340"/>
        </w:trPr>
        <w:tc>
          <w:tcPr>
            <w:tcW w:w="1129" w:type="dxa"/>
            <w:vMerge/>
            <w:tcBorders>
              <w:left w:val="single" w:sz="4" w:space="0" w:color="auto"/>
            </w:tcBorders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 w:firstLineChars="400" w:firstLine="840"/>
              <w:jc w:val="both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勤務期間</w:t>
            </w:r>
          </w:p>
        </w:tc>
        <w:tc>
          <w:tcPr>
            <w:tcW w:w="4253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 xml:space="preserve">　　　年　　月　～　　　　　年　　月</w:t>
            </w:r>
          </w:p>
        </w:tc>
        <w:tc>
          <w:tcPr>
            <w:tcW w:w="920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1"/>
                <w:szCs w:val="21"/>
              </w:rPr>
              <w:t>所在国</w:t>
            </w:r>
          </w:p>
        </w:tc>
        <w:tc>
          <w:tcPr>
            <w:tcW w:w="1631" w:type="dxa"/>
            <w:vAlign w:val="center"/>
          </w:tcPr>
          <w:p w:rsidR="00632E0E" w:rsidRPr="006419BF" w:rsidRDefault="00632E0E" w:rsidP="00632E0E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</w:p>
        </w:tc>
      </w:tr>
    </w:tbl>
    <w:p w:rsidR="003567A6" w:rsidRPr="00DC10E4" w:rsidRDefault="00DC10E4" w:rsidP="004A16EC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游明朝体 ミディアム" w:eastAsiaTheme="minorEastAsia" w:hAnsi="游明朝体 ミディアム" w:cs="游明朝体 ミディアム"/>
          <w:sz w:val="18"/>
          <w:szCs w:val="21"/>
        </w:rPr>
      </w:pPr>
      <w:r w:rsidRPr="00DC10E4">
        <w:rPr>
          <w:rFonts w:ascii="游明朝体 ミディアム" w:eastAsiaTheme="minorEastAsia" w:hAnsi="游明朝体 ミディアム" w:cs="游明朝体 ミディアム"/>
          <w:sz w:val="18"/>
          <w:szCs w:val="21"/>
        </w:rPr>
        <w:t>※行が足りない場合は適宜行を増やすこと。</w:t>
      </w:r>
      <w:r w:rsidR="003476E1">
        <w:rPr>
          <w:rFonts w:ascii="游明朝体 ミディアム" w:eastAsiaTheme="minorEastAsia" w:hAnsi="游明朝体 ミディアム" w:cs="游明朝体 ミディアム"/>
          <w:sz w:val="18"/>
          <w:szCs w:val="21"/>
        </w:rPr>
        <w:t>また、不要な項目は適宜削除してもよい。</w:t>
      </w:r>
    </w:p>
    <w:tbl>
      <w:tblPr>
        <w:tblStyle w:val="ac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143377" w:rsidTr="00143377">
        <w:trPr>
          <w:trHeight w:val="454"/>
        </w:trPr>
        <w:tc>
          <w:tcPr>
            <w:tcW w:w="9062" w:type="dxa"/>
            <w:tcBorders>
              <w:top w:val="nil"/>
              <w:left w:val="nil"/>
              <w:right w:val="nil"/>
            </w:tcBorders>
            <w:vAlign w:val="bottom"/>
          </w:tcPr>
          <w:p w:rsidR="00143377" w:rsidRPr="004A16EC" w:rsidRDefault="00796ED0" w:rsidP="00143377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both"/>
              <w:rPr>
                <w:rFonts w:ascii="游明朝体 ミディアム" w:eastAsia="游明朝体 ミディアム" w:hAnsi="游明朝体 ミディアム" w:cs="游明朝体 ミディアム" w:hint="default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游明朝体 ミディアム"/>
                <w:sz w:val="24"/>
                <w:szCs w:val="21"/>
              </w:rPr>
              <w:t>２．</w:t>
            </w:r>
            <w:r w:rsidR="00143377">
              <w:rPr>
                <w:rFonts w:asciiTheme="minorEastAsia" w:eastAsiaTheme="minorEastAsia" w:hAnsiTheme="minorEastAsia" w:cs="游明朝体 ミディアム"/>
                <w:sz w:val="24"/>
                <w:szCs w:val="21"/>
              </w:rPr>
              <w:t>論文・受賞歴</w:t>
            </w:r>
          </w:p>
        </w:tc>
      </w:tr>
      <w:tr w:rsidR="005B077D" w:rsidTr="00632E0E">
        <w:trPr>
          <w:trHeight w:val="1185"/>
        </w:trPr>
        <w:tc>
          <w:tcPr>
            <w:tcW w:w="9062" w:type="dxa"/>
            <w:tcBorders>
              <w:left w:val="single" w:sz="4" w:space="0" w:color="auto"/>
              <w:bottom w:val="single" w:sz="4" w:space="0" w:color="auto"/>
            </w:tcBorders>
          </w:tcPr>
          <w:p w:rsidR="005B077D" w:rsidRDefault="005B077D" w:rsidP="005B077D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both"/>
              <w:rPr>
                <w:rFonts w:asciiTheme="minorEastAsia" w:eastAsiaTheme="minorEastAsia" w:hAnsiTheme="minorEastAsia" w:cs="游明朝体 ミディアム" w:hint="default"/>
                <w:sz w:val="18"/>
                <w:szCs w:val="21"/>
              </w:rPr>
            </w:pPr>
            <w:r w:rsidRPr="005B077D">
              <w:rPr>
                <w:rFonts w:asciiTheme="minorEastAsia" w:eastAsiaTheme="minorEastAsia" w:hAnsiTheme="minorEastAsia" w:cs="游明朝体 ミディアム"/>
                <w:sz w:val="18"/>
                <w:szCs w:val="21"/>
              </w:rPr>
              <w:t>論文があればその題名、著者、ジャーナル、DOI等の詳細な情報を記載すること.受賞歴は、受賞名、会議名、発表題目、発表者等の詳細な情報を記載すること.</w:t>
            </w:r>
          </w:p>
          <w:p w:rsidR="005B077D" w:rsidRPr="005B077D" w:rsidRDefault="005B077D" w:rsidP="005B077D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908"/>
                <w:tab w:val="left" w:pos="1816"/>
                <w:tab w:val="left" w:pos="2724"/>
                <w:tab w:val="left" w:pos="3632"/>
                <w:tab w:val="left" w:pos="4540"/>
                <w:tab w:val="left" w:pos="5448"/>
                <w:tab w:val="left" w:pos="6356"/>
                <w:tab w:val="left" w:pos="7264"/>
                <w:tab w:val="left" w:pos="8172"/>
              </w:tabs>
              <w:ind w:right="16"/>
              <w:jc w:val="both"/>
              <w:rPr>
                <w:rFonts w:ascii="游明朝体 ミディアム" w:eastAsiaTheme="minorEastAsia" w:hAnsi="游明朝体 ミディアム" w:cs="游明朝体 ミディアム"/>
                <w:sz w:val="21"/>
                <w:szCs w:val="21"/>
              </w:rPr>
            </w:pPr>
          </w:p>
        </w:tc>
      </w:tr>
    </w:tbl>
    <w:p w:rsidR="00143377" w:rsidRPr="004A16EC" w:rsidRDefault="00143377" w:rsidP="004A16EC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ascii="游明朝体 ミディアム" w:eastAsiaTheme="minorEastAsia" w:hAnsi="游明朝体 ミディアム" w:cs="游明朝体 ミディアム"/>
          <w:sz w:val="24"/>
          <w:szCs w:val="21"/>
        </w:rPr>
      </w:pPr>
    </w:p>
    <w:p w:rsidR="00632E0E" w:rsidRPr="00632E0E" w:rsidRDefault="00796ED0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  <w:r>
        <w:rPr>
          <w:rFonts w:eastAsiaTheme="minorEastAsia"/>
          <w:sz w:val="24"/>
          <w:lang w:val="en-US"/>
        </w:rPr>
        <w:t>３．</w:t>
      </w:r>
      <w:r w:rsidR="00632E0E" w:rsidRPr="00632E0E">
        <w:rPr>
          <w:rFonts w:eastAsiaTheme="minorEastAsia"/>
          <w:sz w:val="24"/>
          <w:lang w:val="en-US"/>
        </w:rPr>
        <w:t>留学目的および学習・研究計画</w:t>
      </w:r>
    </w:p>
    <w:p w:rsidR="00E352AD" w:rsidRDefault="00E352AD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</w:p>
    <w:p w:rsidR="00632E0E" w:rsidRPr="00632E0E" w:rsidRDefault="00796ED0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（１）</w:t>
      </w:r>
      <w:r w:rsidR="00632E0E" w:rsidRPr="00632E0E">
        <w:rPr>
          <w:rFonts w:eastAsiaTheme="minorEastAsia"/>
          <w:lang w:val="en-US"/>
        </w:rPr>
        <w:t>留学の目的，日本で学習・研究する理由</w:t>
      </w:r>
    </w:p>
    <w:p w:rsidR="00632E0E" w:rsidRPr="00632E0E" w:rsidRDefault="00632E0E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</w:p>
    <w:p w:rsidR="00632E0E" w:rsidRPr="00632E0E" w:rsidRDefault="00632E0E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</w:p>
    <w:p w:rsidR="00632E0E" w:rsidRPr="00632E0E" w:rsidRDefault="00796ED0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（２）</w:t>
      </w:r>
      <w:r w:rsidR="00632E0E" w:rsidRPr="00632E0E">
        <w:rPr>
          <w:rFonts w:eastAsiaTheme="minorEastAsia"/>
          <w:lang w:val="en-US"/>
        </w:rPr>
        <w:t>現在までの学習状況</w:t>
      </w:r>
    </w:p>
    <w:p w:rsidR="00632E0E" w:rsidRPr="00632E0E" w:rsidRDefault="00AF680C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sz w:val="18"/>
          <w:lang w:val="en-US"/>
        </w:rPr>
      </w:pPr>
      <w:r>
        <w:rPr>
          <w:rFonts w:eastAsiaTheme="minorEastAsia"/>
          <w:sz w:val="18"/>
          <w:lang w:val="en-US"/>
        </w:rPr>
        <w:t>※</w:t>
      </w:r>
      <w:r w:rsidR="00632E0E" w:rsidRPr="00632E0E">
        <w:rPr>
          <w:rFonts w:eastAsiaTheme="minorEastAsia"/>
          <w:sz w:val="18"/>
          <w:lang w:val="en-US"/>
        </w:rPr>
        <w:t>応募時点で研究室所属の学生（卒研生，大学院生，研究生）は研究内容，研究計画，これまでの研究成果・研究業績などを書くこと．</w:t>
      </w:r>
    </w:p>
    <w:p w:rsidR="00632E0E" w:rsidRPr="00632E0E" w:rsidRDefault="00632E0E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</w:p>
    <w:p w:rsidR="00632E0E" w:rsidRPr="00632E0E" w:rsidRDefault="00632E0E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</w:p>
    <w:p w:rsidR="00632E0E" w:rsidRPr="00632E0E" w:rsidRDefault="00796ED0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（３）</w:t>
      </w:r>
      <w:r w:rsidR="00632E0E" w:rsidRPr="00632E0E">
        <w:rPr>
          <w:rFonts w:eastAsiaTheme="minorEastAsia"/>
          <w:lang w:val="en-US"/>
        </w:rPr>
        <w:t>現在の研究が，将来どのように社会に役立つか．</w:t>
      </w:r>
    </w:p>
    <w:p w:rsidR="00632E0E" w:rsidRPr="00632E0E" w:rsidRDefault="00632E0E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</w:p>
    <w:p w:rsidR="00632E0E" w:rsidRPr="00632E0E" w:rsidRDefault="00632E0E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</w:p>
    <w:p w:rsidR="00632E0E" w:rsidRPr="00632E0E" w:rsidRDefault="00796ED0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（４）</w:t>
      </w:r>
      <w:r w:rsidR="00632E0E" w:rsidRPr="00632E0E">
        <w:rPr>
          <w:rFonts w:eastAsiaTheme="minorEastAsia"/>
          <w:lang w:val="en-US"/>
        </w:rPr>
        <w:t>卒業・修了後や将来の進路や職業・仕事の計画</w:t>
      </w:r>
    </w:p>
    <w:p w:rsidR="00632E0E" w:rsidRPr="00632E0E" w:rsidRDefault="00632E0E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</w:p>
    <w:p w:rsidR="00632E0E" w:rsidRPr="00632E0E" w:rsidRDefault="00632E0E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</w:p>
    <w:p w:rsidR="004A16EC" w:rsidRPr="00632E0E" w:rsidRDefault="00796ED0" w:rsidP="00632E0E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16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（５）</w:t>
      </w:r>
      <w:bookmarkStart w:id="0" w:name="_GoBack"/>
      <w:bookmarkEnd w:id="0"/>
      <w:r w:rsidR="00632E0E" w:rsidRPr="00632E0E">
        <w:rPr>
          <w:rFonts w:eastAsiaTheme="minorEastAsia"/>
          <w:lang w:val="en-US"/>
        </w:rPr>
        <w:t>その他（経済状況や奨学金志望動機など，上記１〜４で述べられなかった点）</w:t>
      </w:r>
    </w:p>
    <w:sectPr w:rsidR="004A16EC" w:rsidRPr="00632E0E">
      <w:headerReference w:type="default" r:id="rId7"/>
      <w:footerReference w:type="default" r:id="rId8"/>
      <w:footerReference w:type="first" r:id="rId9"/>
      <w:pgSz w:w="11906" w:h="16838"/>
      <w:pgMar w:top="1417" w:right="1417" w:bottom="850" w:left="1417" w:header="85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E0E" w:rsidRDefault="00632E0E">
      <w:r>
        <w:separator/>
      </w:r>
    </w:p>
  </w:endnote>
  <w:endnote w:type="continuationSeparator" w:id="0">
    <w:p w:rsidR="00632E0E" w:rsidRDefault="0063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default"/>
  </w:font>
  <w:font w:name="ヒラギノ角ゴ ProN W3">
    <w:altName w:val="AR Pゴシック体M"/>
    <w:charset w:val="00"/>
    <w:family w:val="roman"/>
    <w:pitch w:val="default"/>
  </w:font>
  <w:font w:name="ヒラギノ角ゴ ProN W6">
    <w:altName w:val="游ゴシック"/>
    <w:charset w:val="80"/>
    <w:family w:val="swiss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体 ミディアム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E0E" w:rsidRDefault="00632E0E" w:rsidP="002D67EA">
    <w:pPr>
      <w:pStyle w:val="a4"/>
      <w:tabs>
        <w:tab w:val="clear" w:pos="9020"/>
        <w:tab w:val="center" w:pos="4535"/>
        <w:tab w:val="right" w:pos="9071"/>
      </w:tabs>
      <w:jc w:val="right"/>
      <w:rPr>
        <w:rFonts w:hint="default"/>
      </w:rPr>
    </w:pP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tab/>
    </w:r>
    <w:r>
      <w:rPr>
        <w:rFonts w:ascii="游明朝体 ミディアム" w:hAnsi="游明朝体 ミディアム" w:hint="default"/>
        <w:sz w:val="20"/>
        <w:szCs w:val="20"/>
      </w:rPr>
      <w:t>※</w:t>
    </w:r>
    <w:r>
      <w:rPr>
        <w:rFonts w:ascii="游明朝体 ミディアム" w:hAnsi="游明朝体 ミディアム"/>
        <w:sz w:val="20"/>
        <w:szCs w:val="20"/>
      </w:rPr>
      <w:t>A4</w:t>
    </w:r>
    <w:r>
      <w:rPr>
        <w:rFonts w:eastAsia="游明朝体 ミディアム"/>
        <w:sz w:val="20"/>
        <w:szCs w:val="20"/>
      </w:rPr>
      <w:t>用紙２枚以内に収まるように記入すること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E0E" w:rsidRDefault="00632E0E" w:rsidP="002D67EA">
    <w:pPr>
      <w:pStyle w:val="a8"/>
      <w:tabs>
        <w:tab w:val="clear" w:pos="4252"/>
        <w:tab w:val="clear" w:pos="8504"/>
        <w:tab w:val="left" w:pos="3600"/>
      </w:tabs>
      <w:jc w:val="right"/>
      <w:rPr>
        <w:lang w:eastAsia="ja-JP"/>
      </w:rPr>
    </w:pPr>
    <w:r>
      <w:tab/>
    </w:r>
    <w:r>
      <w:rPr>
        <w:rFonts w:ascii="游明朝体 ミディアム" w:hAnsi="游明朝体 ミディアム"/>
        <w:sz w:val="20"/>
        <w:szCs w:val="20"/>
        <w:lang w:eastAsia="ja-JP"/>
      </w:rPr>
      <w:t>※A4</w:t>
    </w:r>
    <w:r>
      <w:rPr>
        <w:rFonts w:eastAsia="游明朝体 ミディアム" w:hint="eastAsia"/>
        <w:sz w:val="20"/>
        <w:szCs w:val="20"/>
        <w:lang w:val="ja-JP" w:eastAsia="ja-JP"/>
      </w:rPr>
      <w:t>用紙２枚以内に収まるように記入すること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E0E" w:rsidRDefault="00632E0E">
      <w:r>
        <w:separator/>
      </w:r>
    </w:p>
  </w:footnote>
  <w:footnote w:type="continuationSeparator" w:id="0">
    <w:p w:rsidR="00632E0E" w:rsidRDefault="00632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E0E" w:rsidRDefault="00632E0E">
    <w:pPr>
      <w:pStyle w:val="a4"/>
      <w:tabs>
        <w:tab w:val="clear" w:pos="9020"/>
        <w:tab w:val="center" w:pos="4535"/>
        <w:tab w:val="right" w:pos="9071"/>
      </w:tabs>
      <w:rPr>
        <w:rFonts w:hint="default"/>
        <w:lang w:eastAsia="zh-CN"/>
      </w:rPr>
    </w:pP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begin"/>
    </w:r>
    <w:r>
      <w:rPr>
        <w:rFonts w:ascii="游明朝体 ミディアム" w:eastAsia="游明朝体 ミディアム" w:hAnsi="游明朝体 ミディアム" w:cs="游明朝体 ミディアム"/>
        <w:sz w:val="20"/>
        <w:szCs w:val="20"/>
        <w:lang w:eastAsia="zh-CN"/>
      </w:rPr>
      <w:instrText xml:space="preserve"> PAGE </w:instrTex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separate"/>
    </w:r>
    <w:r>
      <w:rPr>
        <w:rFonts w:ascii="游明朝体 ミディアム" w:eastAsia="游明朝体 ミディアム" w:hAnsi="游明朝体 ミディアム" w:cs="游明朝体 ミディアム" w:hint="default"/>
        <w:noProof/>
        <w:sz w:val="20"/>
        <w:szCs w:val="20"/>
        <w:lang w:eastAsia="zh-CN"/>
      </w:rPr>
      <w:t>3</w: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end"/>
    </w:r>
    <w:r>
      <w:rPr>
        <w:rFonts w:ascii="游明朝体 ミディアム" w:hAnsi="游明朝体 ミディアム"/>
        <w:sz w:val="20"/>
        <w:szCs w:val="20"/>
        <w:lang w:eastAsia="zh-CN"/>
      </w:rPr>
      <w:t>/</w: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begin"/>
    </w:r>
    <w:r>
      <w:rPr>
        <w:rFonts w:ascii="游明朝体 ミディアム" w:eastAsia="游明朝体 ミディアム" w:hAnsi="游明朝体 ミディアム" w:cs="游明朝体 ミディアム"/>
        <w:sz w:val="20"/>
        <w:szCs w:val="20"/>
        <w:lang w:eastAsia="zh-CN"/>
      </w:rPr>
      <w:instrText xml:space="preserve"> NUMPAGES </w:instrTex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separate"/>
    </w:r>
    <w:r>
      <w:rPr>
        <w:rFonts w:ascii="游明朝体 ミディアム" w:eastAsia="游明朝体 ミディアム" w:hAnsi="游明朝体 ミディアム" w:cs="游明朝体 ミディアム" w:hint="default"/>
        <w:noProof/>
        <w:sz w:val="20"/>
        <w:szCs w:val="20"/>
        <w:lang w:eastAsia="zh-CN"/>
      </w:rPr>
      <w:t>3</w: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end"/>
    </w:r>
    <w:r>
      <w:rPr>
        <w:rFonts w:ascii="游明朝体 ミディアム" w:eastAsia="游明朝体 ミディアム" w:hAnsi="游明朝体 ミディアム" w:cs="游明朝体 ミディアム" w:hint="default"/>
        <w:sz w:val="20"/>
        <w:szCs w:val="20"/>
        <w:lang w:val="en-US" w:eastAsia="zh-CN"/>
      </w:rPr>
      <w:t xml:space="preserve">          </w:t>
    </w:r>
    <w:r>
      <w:rPr>
        <w:rFonts w:eastAsia="游明朝体 ミディアム"/>
        <w:spacing w:val="9"/>
        <w:sz w:val="22"/>
        <w:szCs w:val="22"/>
        <w:lang w:eastAsia="zh-CN"/>
      </w:rPr>
      <w:t>奨学金申請調書</w:t>
    </w:r>
    <w:r>
      <w:rPr>
        <w:rFonts w:ascii="游明朝体 ミディアム" w:hAnsi="游明朝体 ミディアム" w:hint="default"/>
        <w:spacing w:val="9"/>
        <w:sz w:val="22"/>
        <w:szCs w:val="22"/>
        <w:lang w:eastAsia="zh-CN"/>
      </w:rPr>
      <w:t>Ⅱ</w:t>
    </w:r>
    <w:r>
      <w:rPr>
        <w:rFonts w:eastAsia="游明朝体 ミディアム"/>
        <w:spacing w:val="9"/>
        <w:sz w:val="22"/>
        <w:szCs w:val="22"/>
        <w:lang w:eastAsia="zh-CN"/>
      </w:rPr>
      <w:t>（</w:t>
    </w:r>
    <w:r>
      <w:rPr>
        <w:rFonts w:eastAsia="游明朝体 ミディアム"/>
        <w:spacing w:val="9"/>
        <w:sz w:val="22"/>
        <w:szCs w:val="22"/>
        <w:u w:val="single"/>
        <w:lang w:eastAsia="zh-CN"/>
      </w:rPr>
      <w:t>氏名</w:t>
    </w:r>
    <w:r>
      <w:rPr>
        <w:rFonts w:eastAsia="游明朝体 ミディアム"/>
        <w:spacing w:val="9"/>
        <w:sz w:val="22"/>
        <w:szCs w:val="22"/>
        <w:lang w:eastAsia="zh-CN"/>
      </w:rPr>
      <w:t>＿＿＿＿＿＿＿＿＿＿＿）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7A6"/>
    <w:rsid w:val="001369F2"/>
    <w:rsid w:val="00143377"/>
    <w:rsid w:val="002D67EA"/>
    <w:rsid w:val="00333615"/>
    <w:rsid w:val="003476E1"/>
    <w:rsid w:val="003567A6"/>
    <w:rsid w:val="004939BB"/>
    <w:rsid w:val="004A16EC"/>
    <w:rsid w:val="005B077D"/>
    <w:rsid w:val="00632E0E"/>
    <w:rsid w:val="006419BF"/>
    <w:rsid w:val="00733A42"/>
    <w:rsid w:val="00796ED0"/>
    <w:rsid w:val="007C407F"/>
    <w:rsid w:val="00AF680C"/>
    <w:rsid w:val="00C27FC0"/>
    <w:rsid w:val="00D318B4"/>
    <w:rsid w:val="00DC10E4"/>
    <w:rsid w:val="00E3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36B051"/>
  <w15:docId w15:val="{E76E178B-79E5-CC40-81D2-A3372DB8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Arial Unicode MS" w:eastAsia="ヒラギノ角ゴ ProN W3" w:hAnsi="Arial Unicode MS" w:cs="Arial Unicode MS" w:hint="eastAsia"/>
      <w:color w:val="000000"/>
      <w:sz w:val="24"/>
      <w:szCs w:val="24"/>
      <w:lang w:val="ja-JP"/>
    </w:rPr>
  </w:style>
  <w:style w:type="paragraph" w:styleId="a5">
    <w:name w:val="Body Text"/>
    <w:rPr>
      <w:rFonts w:ascii="Arial Unicode MS" w:eastAsia="ヒラギノ角ゴ ProN W3" w:hAnsi="Arial Unicode MS" w:cs="Arial Unicode MS" w:hint="eastAsia"/>
      <w:color w:val="000000"/>
      <w:sz w:val="22"/>
      <w:szCs w:val="22"/>
      <w:lang w:val="ja-JP"/>
    </w:rPr>
  </w:style>
  <w:style w:type="paragraph" w:customStyle="1" w:styleId="2">
    <w:name w:val="表スタイル2"/>
    <w:rPr>
      <w:rFonts w:ascii="Arial Unicode MS" w:eastAsia="ヒラギノ角ゴ ProN W3" w:hAnsi="Arial Unicode MS" w:cs="Arial Unicode MS" w:hint="eastAsia"/>
      <w:color w:val="000000"/>
    </w:rPr>
  </w:style>
  <w:style w:type="paragraph" w:styleId="a6">
    <w:name w:val="header"/>
    <w:basedOn w:val="a"/>
    <w:link w:val="a7"/>
    <w:uiPriority w:val="99"/>
    <w:unhideWhenUsed/>
    <w:rsid w:val="002D67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67EA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2D67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67EA"/>
    <w:rPr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27F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7FC0"/>
    <w:rPr>
      <w:rFonts w:asciiTheme="majorHAnsi" w:eastAsiaTheme="majorEastAsia" w:hAnsiTheme="majorHAnsi" w:cstheme="majorBidi"/>
      <w:sz w:val="18"/>
      <w:szCs w:val="18"/>
      <w:lang w:eastAsia="en-US"/>
    </w:rPr>
  </w:style>
  <w:style w:type="table" w:styleId="ac">
    <w:name w:val="Table Grid"/>
    <w:basedOn w:val="a1"/>
    <w:uiPriority w:val="39"/>
    <w:rsid w:val="00641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973ED-36AA-4745-9AB0-33F3C5FA5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E51BE027.dotm</Template>
  <TotalTime>72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和田 健嗣</cp:lastModifiedBy>
  <cp:revision>13</cp:revision>
  <cp:lastPrinted>2020-06-17T12:14:00Z</cp:lastPrinted>
  <dcterms:created xsi:type="dcterms:W3CDTF">2019-06-13T10:38:00Z</dcterms:created>
  <dcterms:modified xsi:type="dcterms:W3CDTF">2020-06-19T09:05:00Z</dcterms:modified>
</cp:coreProperties>
</file>